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2F3" w:rsidRDefault="005A52F3" w:rsidP="00EA79EF">
      <w:pPr>
        <w:jc w:val="center"/>
        <w:rPr>
          <w:sz w:val="28"/>
          <w:szCs w:val="28"/>
        </w:rPr>
      </w:pPr>
    </w:p>
    <w:p w:rsidR="005A52F3" w:rsidRDefault="005A52F3" w:rsidP="00EA79EF">
      <w:pPr>
        <w:jc w:val="center"/>
        <w:rPr>
          <w:sz w:val="28"/>
          <w:szCs w:val="28"/>
        </w:rPr>
      </w:pPr>
      <w:r w:rsidRPr="009A00A4">
        <w:rPr>
          <w:sz w:val="28"/>
          <w:szCs w:val="28"/>
        </w:rPr>
        <w:t>мэрия городского округа Тольятти</w:t>
      </w:r>
    </w:p>
    <w:p w:rsidR="005A52F3" w:rsidRDefault="005A52F3" w:rsidP="00EA79EF">
      <w:pPr>
        <w:jc w:val="center"/>
        <w:rPr>
          <w:sz w:val="28"/>
          <w:szCs w:val="28"/>
        </w:rPr>
      </w:pPr>
    </w:p>
    <w:p w:rsidR="005A52F3" w:rsidRDefault="005A52F3" w:rsidP="00EA79EF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5A52F3" w:rsidRDefault="005A52F3" w:rsidP="00EA79EF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21.12.2010 г. № 3767-п/1</w:t>
      </w:r>
    </w:p>
    <w:p w:rsidR="005A52F3" w:rsidRDefault="005A52F3" w:rsidP="00EA79EF">
      <w:pPr>
        <w:jc w:val="center"/>
        <w:rPr>
          <w:sz w:val="28"/>
          <w:szCs w:val="28"/>
        </w:rPr>
      </w:pPr>
    </w:p>
    <w:p w:rsidR="005A52F3" w:rsidRDefault="005A52F3" w:rsidP="00EA79EF">
      <w:pPr>
        <w:jc w:val="center"/>
        <w:rPr>
          <w:sz w:val="28"/>
          <w:szCs w:val="28"/>
        </w:rPr>
      </w:pPr>
    </w:p>
    <w:p w:rsidR="005A52F3" w:rsidRDefault="005A52F3" w:rsidP="00EA79EF">
      <w:pPr>
        <w:jc w:val="center"/>
        <w:rPr>
          <w:sz w:val="28"/>
          <w:szCs w:val="28"/>
        </w:rPr>
      </w:pPr>
    </w:p>
    <w:p w:rsidR="005A52F3" w:rsidRDefault="005A52F3" w:rsidP="00EA79EF">
      <w:pPr>
        <w:jc w:val="center"/>
        <w:rPr>
          <w:sz w:val="28"/>
          <w:szCs w:val="28"/>
        </w:rPr>
      </w:pPr>
    </w:p>
    <w:p w:rsidR="005A52F3" w:rsidRDefault="005A52F3" w:rsidP="00EA79EF">
      <w:pPr>
        <w:jc w:val="center"/>
        <w:rPr>
          <w:sz w:val="28"/>
          <w:szCs w:val="28"/>
        </w:rPr>
      </w:pPr>
    </w:p>
    <w:p w:rsidR="005A52F3" w:rsidRDefault="005A52F3" w:rsidP="00EA79EF">
      <w:pPr>
        <w:jc w:val="center"/>
        <w:rPr>
          <w:sz w:val="28"/>
          <w:szCs w:val="28"/>
        </w:rPr>
      </w:pPr>
    </w:p>
    <w:p w:rsidR="005A52F3" w:rsidRPr="00EA79EF" w:rsidRDefault="005A52F3" w:rsidP="00EA79EF">
      <w:pPr>
        <w:jc w:val="center"/>
        <w:rPr>
          <w:sz w:val="28"/>
          <w:szCs w:val="28"/>
        </w:rPr>
      </w:pPr>
      <w:r w:rsidRPr="00EA79EF">
        <w:rPr>
          <w:sz w:val="28"/>
          <w:szCs w:val="28"/>
        </w:rPr>
        <w:t>О внесении изменений</w:t>
      </w:r>
    </w:p>
    <w:p w:rsidR="005A52F3" w:rsidRPr="00EA79EF" w:rsidRDefault="005A52F3" w:rsidP="00EA79EF">
      <w:pPr>
        <w:jc w:val="center"/>
        <w:rPr>
          <w:sz w:val="28"/>
          <w:szCs w:val="28"/>
        </w:rPr>
      </w:pPr>
      <w:r w:rsidRPr="00EA79EF">
        <w:rPr>
          <w:sz w:val="28"/>
          <w:szCs w:val="28"/>
        </w:rPr>
        <w:t>в постановление мэрии городского округа Тольятти</w:t>
      </w:r>
    </w:p>
    <w:p w:rsidR="005A52F3" w:rsidRDefault="005A52F3" w:rsidP="00EA79EF">
      <w:pPr>
        <w:jc w:val="center"/>
        <w:rPr>
          <w:sz w:val="28"/>
          <w:szCs w:val="28"/>
        </w:rPr>
      </w:pPr>
      <w:r w:rsidRPr="00EA79EF">
        <w:rPr>
          <w:sz w:val="28"/>
          <w:szCs w:val="28"/>
        </w:rPr>
        <w:t>от 17.02.2010 г. № 374-</w:t>
      </w:r>
      <w:r>
        <w:rPr>
          <w:sz w:val="28"/>
          <w:szCs w:val="28"/>
        </w:rPr>
        <w:t>п</w:t>
      </w:r>
      <w:r w:rsidRPr="00EA79EF">
        <w:rPr>
          <w:sz w:val="28"/>
          <w:szCs w:val="28"/>
        </w:rPr>
        <w:t>/1 « Об утверждении</w:t>
      </w:r>
    </w:p>
    <w:p w:rsidR="005A52F3" w:rsidRDefault="005A52F3" w:rsidP="00EA79EF">
      <w:pPr>
        <w:jc w:val="center"/>
        <w:rPr>
          <w:sz w:val="28"/>
          <w:szCs w:val="28"/>
        </w:rPr>
      </w:pPr>
      <w:r w:rsidRPr="00EA79EF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EA79EF">
        <w:rPr>
          <w:sz w:val="28"/>
          <w:szCs w:val="28"/>
        </w:rPr>
        <w:t>задания МУ «Тольятти-Транс-Навигация»</w:t>
      </w:r>
    </w:p>
    <w:p w:rsidR="005A52F3" w:rsidRPr="00EA79EF" w:rsidRDefault="005A52F3" w:rsidP="00EA79EF">
      <w:pPr>
        <w:jc w:val="center"/>
        <w:rPr>
          <w:sz w:val="28"/>
          <w:szCs w:val="28"/>
        </w:rPr>
      </w:pPr>
      <w:r w:rsidRPr="00EA79EF">
        <w:rPr>
          <w:sz w:val="28"/>
          <w:szCs w:val="28"/>
        </w:rPr>
        <w:t>на 2010 год</w:t>
      </w:r>
      <w:r>
        <w:rPr>
          <w:sz w:val="28"/>
          <w:szCs w:val="28"/>
        </w:rPr>
        <w:t xml:space="preserve"> </w:t>
      </w:r>
      <w:r w:rsidRPr="00EA79EF">
        <w:rPr>
          <w:sz w:val="28"/>
          <w:szCs w:val="28"/>
        </w:rPr>
        <w:t>и на плановый период 2011 и 2012 годов»</w:t>
      </w:r>
    </w:p>
    <w:p w:rsidR="005A52F3" w:rsidRPr="00EA79EF" w:rsidRDefault="005A52F3" w:rsidP="00EA79EF">
      <w:pPr>
        <w:jc w:val="center"/>
        <w:rPr>
          <w:sz w:val="28"/>
          <w:szCs w:val="28"/>
        </w:rPr>
      </w:pPr>
    </w:p>
    <w:p w:rsidR="005A52F3" w:rsidRDefault="005A52F3" w:rsidP="00EA79EF">
      <w:pPr>
        <w:jc w:val="center"/>
        <w:rPr>
          <w:sz w:val="28"/>
          <w:szCs w:val="28"/>
        </w:rPr>
      </w:pPr>
    </w:p>
    <w:p w:rsidR="005A52F3" w:rsidRPr="00EA79EF" w:rsidRDefault="005A52F3" w:rsidP="00EA79EF">
      <w:pPr>
        <w:jc w:val="center"/>
        <w:rPr>
          <w:sz w:val="28"/>
          <w:szCs w:val="28"/>
        </w:rPr>
      </w:pPr>
    </w:p>
    <w:p w:rsidR="005A52F3" w:rsidRDefault="005A52F3" w:rsidP="00EA79EF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РФ, постановлением мэра городского округа Тольятти от 17.01.2008 г. № 112-1/п «Об утверждении Порядка формирования и финансового обеспечения муниципальных заданий на оказание муниципальных услуг», Уставом городского округа Тольятти, мэрия городского округа Тольятти ПОСТАНОВЛЯЕТ:</w:t>
      </w:r>
    </w:p>
    <w:p w:rsidR="005A52F3" w:rsidRPr="00EA79EF" w:rsidRDefault="005A52F3" w:rsidP="00EA79EF">
      <w:pPr>
        <w:numPr>
          <w:ilvl w:val="0"/>
          <w:numId w:val="2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</w:t>
      </w:r>
      <w:r w:rsidRPr="004772B6">
        <w:rPr>
          <w:sz w:val="28"/>
          <w:szCs w:val="28"/>
        </w:rPr>
        <w:t>постановлени</w:t>
      </w:r>
      <w:r>
        <w:rPr>
          <w:sz w:val="28"/>
          <w:szCs w:val="28"/>
        </w:rPr>
        <w:t>е</w:t>
      </w:r>
      <w:r w:rsidRPr="004772B6">
        <w:rPr>
          <w:sz w:val="28"/>
          <w:szCs w:val="28"/>
        </w:rPr>
        <w:t xml:space="preserve"> м</w:t>
      </w:r>
      <w:r>
        <w:rPr>
          <w:sz w:val="28"/>
          <w:szCs w:val="28"/>
        </w:rPr>
        <w:t>эрии городского округа Тольятти</w:t>
      </w:r>
      <w:r>
        <w:rPr>
          <w:sz w:val="28"/>
          <w:szCs w:val="28"/>
        </w:rPr>
        <w:br/>
      </w:r>
      <w:r w:rsidRPr="004772B6">
        <w:rPr>
          <w:sz w:val="28"/>
          <w:szCs w:val="28"/>
        </w:rPr>
        <w:t>от 1</w:t>
      </w:r>
      <w:r>
        <w:rPr>
          <w:sz w:val="28"/>
          <w:szCs w:val="28"/>
        </w:rPr>
        <w:t>7</w:t>
      </w:r>
      <w:r w:rsidRPr="004772B6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4772B6">
        <w:rPr>
          <w:sz w:val="28"/>
          <w:szCs w:val="28"/>
        </w:rPr>
        <w:t>.20</w:t>
      </w:r>
      <w:r>
        <w:rPr>
          <w:sz w:val="28"/>
          <w:szCs w:val="28"/>
        </w:rPr>
        <w:t>10</w:t>
      </w:r>
      <w:r w:rsidRPr="004772B6">
        <w:rPr>
          <w:sz w:val="28"/>
          <w:szCs w:val="28"/>
        </w:rPr>
        <w:t xml:space="preserve"> г. № </w:t>
      </w:r>
      <w:r>
        <w:rPr>
          <w:sz w:val="28"/>
          <w:szCs w:val="28"/>
        </w:rPr>
        <w:t>374</w:t>
      </w:r>
      <w:r w:rsidRPr="004772B6">
        <w:rPr>
          <w:sz w:val="28"/>
          <w:szCs w:val="28"/>
        </w:rPr>
        <w:t>-</w:t>
      </w:r>
      <w:r>
        <w:rPr>
          <w:sz w:val="28"/>
          <w:szCs w:val="28"/>
        </w:rPr>
        <w:t>п/1 «</w:t>
      </w:r>
      <w:r w:rsidRPr="004772B6">
        <w:rPr>
          <w:sz w:val="28"/>
          <w:szCs w:val="28"/>
        </w:rPr>
        <w:t>Об утверждении</w:t>
      </w:r>
      <w:r>
        <w:rPr>
          <w:sz w:val="28"/>
          <w:szCs w:val="28"/>
        </w:rPr>
        <w:t xml:space="preserve"> </w:t>
      </w:r>
      <w:r w:rsidRPr="004772B6">
        <w:rPr>
          <w:sz w:val="28"/>
          <w:szCs w:val="28"/>
        </w:rPr>
        <w:t>муниципального задания МУ «Тольятти-Транс-Навигация»</w:t>
      </w:r>
      <w:r>
        <w:rPr>
          <w:sz w:val="28"/>
          <w:szCs w:val="28"/>
        </w:rPr>
        <w:t xml:space="preserve"> на 2010 год и на плановый период 2011 и 2012 годов» следующие изменения: п</w:t>
      </w:r>
      <w:r w:rsidRPr="00EA79EF">
        <w:rPr>
          <w:sz w:val="28"/>
          <w:szCs w:val="28"/>
        </w:rPr>
        <w:t xml:space="preserve">риложение </w:t>
      </w:r>
      <w:r>
        <w:rPr>
          <w:sz w:val="28"/>
          <w:szCs w:val="28"/>
        </w:rPr>
        <w:t xml:space="preserve">№ </w:t>
      </w:r>
      <w:r w:rsidRPr="00EA79EF">
        <w:rPr>
          <w:sz w:val="28"/>
          <w:szCs w:val="28"/>
        </w:rPr>
        <w:t>4 изложить в соответствии с приложением к настоящему постановлению.</w:t>
      </w:r>
    </w:p>
    <w:p w:rsidR="005A52F3" w:rsidRPr="004772B6" w:rsidRDefault="005A52F3" w:rsidP="00EA79EF">
      <w:pPr>
        <w:numPr>
          <w:ilvl w:val="0"/>
          <w:numId w:val="2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Управлению по оргработе и связям с общественностью мэрии опубликовать настоящее постановление в средствах массовой информации городского округа Тольятти.</w:t>
      </w:r>
    </w:p>
    <w:p w:rsidR="005A52F3" w:rsidRDefault="005A52F3" w:rsidP="004772B6">
      <w:pPr>
        <w:autoSpaceDE w:val="0"/>
        <w:autoSpaceDN w:val="0"/>
        <w:adjustRightInd w:val="0"/>
        <w:spacing w:line="360" w:lineRule="auto"/>
        <w:ind w:left="1260"/>
        <w:jc w:val="both"/>
        <w:rPr>
          <w:sz w:val="28"/>
          <w:szCs w:val="28"/>
        </w:rPr>
      </w:pPr>
    </w:p>
    <w:p w:rsidR="005A52F3" w:rsidRDefault="005A52F3" w:rsidP="00791BF3">
      <w:pPr>
        <w:ind w:firstLine="540"/>
        <w:jc w:val="both"/>
        <w:rPr>
          <w:sz w:val="28"/>
          <w:szCs w:val="28"/>
        </w:rPr>
      </w:pPr>
    </w:p>
    <w:p w:rsidR="005A52F3" w:rsidRPr="0036182A" w:rsidRDefault="005A52F3" w:rsidP="00791BF3">
      <w:pPr>
        <w:ind w:firstLine="540"/>
        <w:jc w:val="both"/>
        <w:rPr>
          <w:sz w:val="28"/>
          <w:szCs w:val="28"/>
        </w:rPr>
      </w:pPr>
    </w:p>
    <w:p w:rsidR="005A52F3" w:rsidRDefault="005A52F3" w:rsidP="005004B6">
      <w:pPr>
        <w:rPr>
          <w:sz w:val="28"/>
          <w:szCs w:val="28"/>
        </w:rPr>
      </w:pPr>
      <w:r>
        <w:rPr>
          <w:sz w:val="28"/>
          <w:szCs w:val="28"/>
        </w:rPr>
        <w:t xml:space="preserve">Мэр        </w:t>
      </w:r>
      <w:r w:rsidRPr="003618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</w:t>
      </w:r>
      <w:r w:rsidRPr="0036182A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</w:t>
      </w:r>
      <w:r w:rsidRPr="0036182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36182A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</w:t>
      </w:r>
      <w:r w:rsidRPr="0036182A"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 xml:space="preserve">                     А.Н.Пушков</w:t>
      </w:r>
    </w:p>
    <w:sectPr w:rsidR="005A52F3" w:rsidSect="00EA79EF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52F3" w:rsidRDefault="005A52F3" w:rsidP="004137D9">
      <w:r>
        <w:separator/>
      </w:r>
    </w:p>
  </w:endnote>
  <w:endnote w:type="continuationSeparator" w:id="1">
    <w:p w:rsidR="005A52F3" w:rsidRDefault="005A52F3" w:rsidP="004137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52F3" w:rsidRDefault="005A52F3" w:rsidP="004137D9">
      <w:r>
        <w:separator/>
      </w:r>
    </w:p>
  </w:footnote>
  <w:footnote w:type="continuationSeparator" w:id="1">
    <w:p w:rsidR="005A52F3" w:rsidRDefault="005A52F3" w:rsidP="004137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2F3" w:rsidRDefault="005A52F3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5A52F3" w:rsidRDefault="005A52F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45585"/>
    <w:multiLevelType w:val="hybridMultilevel"/>
    <w:tmpl w:val="13723C5C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>
    <w:nsid w:val="241F6436"/>
    <w:multiLevelType w:val="multilevel"/>
    <w:tmpl w:val="07080A20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3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08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39E8"/>
    <w:rsid w:val="000242B6"/>
    <w:rsid w:val="0004668F"/>
    <w:rsid w:val="000960D1"/>
    <w:rsid w:val="000A06E6"/>
    <w:rsid w:val="000A35C5"/>
    <w:rsid w:val="000A699C"/>
    <w:rsid w:val="000D2274"/>
    <w:rsid w:val="000E009C"/>
    <w:rsid w:val="000F53DF"/>
    <w:rsid w:val="0010198E"/>
    <w:rsid w:val="00107F0E"/>
    <w:rsid w:val="00111D95"/>
    <w:rsid w:val="0013196A"/>
    <w:rsid w:val="001418DB"/>
    <w:rsid w:val="00146D5F"/>
    <w:rsid w:val="00151A42"/>
    <w:rsid w:val="00157FEC"/>
    <w:rsid w:val="00180F8D"/>
    <w:rsid w:val="00183638"/>
    <w:rsid w:val="001C3DA0"/>
    <w:rsid w:val="001E0740"/>
    <w:rsid w:val="001F3531"/>
    <w:rsid w:val="002142CA"/>
    <w:rsid w:val="00215043"/>
    <w:rsid w:val="00224E8E"/>
    <w:rsid w:val="00232CFD"/>
    <w:rsid w:val="0025256E"/>
    <w:rsid w:val="002607A4"/>
    <w:rsid w:val="00265615"/>
    <w:rsid w:val="00275090"/>
    <w:rsid w:val="00280748"/>
    <w:rsid w:val="00285D69"/>
    <w:rsid w:val="002A7AD6"/>
    <w:rsid w:val="002A7E41"/>
    <w:rsid w:val="002C290A"/>
    <w:rsid w:val="002C50A5"/>
    <w:rsid w:val="002D2AA7"/>
    <w:rsid w:val="002E72BB"/>
    <w:rsid w:val="002F09BA"/>
    <w:rsid w:val="00300BF5"/>
    <w:rsid w:val="0031120E"/>
    <w:rsid w:val="00316384"/>
    <w:rsid w:val="003316CC"/>
    <w:rsid w:val="0036182A"/>
    <w:rsid w:val="00363015"/>
    <w:rsid w:val="0036750A"/>
    <w:rsid w:val="00373196"/>
    <w:rsid w:val="00376986"/>
    <w:rsid w:val="003925E9"/>
    <w:rsid w:val="00396099"/>
    <w:rsid w:val="003C4F77"/>
    <w:rsid w:val="003D654F"/>
    <w:rsid w:val="0041030D"/>
    <w:rsid w:val="00410A22"/>
    <w:rsid w:val="004111FD"/>
    <w:rsid w:val="004137D9"/>
    <w:rsid w:val="00413DF6"/>
    <w:rsid w:val="00414862"/>
    <w:rsid w:val="004359D4"/>
    <w:rsid w:val="00442E51"/>
    <w:rsid w:val="00447248"/>
    <w:rsid w:val="00452454"/>
    <w:rsid w:val="00466A65"/>
    <w:rsid w:val="004772B6"/>
    <w:rsid w:val="0049038F"/>
    <w:rsid w:val="004A2B02"/>
    <w:rsid w:val="004A3264"/>
    <w:rsid w:val="004A49C6"/>
    <w:rsid w:val="004C6296"/>
    <w:rsid w:val="004D3167"/>
    <w:rsid w:val="004D759B"/>
    <w:rsid w:val="004E1687"/>
    <w:rsid w:val="004F00AA"/>
    <w:rsid w:val="004F08D4"/>
    <w:rsid w:val="004F5699"/>
    <w:rsid w:val="005004B6"/>
    <w:rsid w:val="005036C6"/>
    <w:rsid w:val="005072D0"/>
    <w:rsid w:val="00515F21"/>
    <w:rsid w:val="00550DBE"/>
    <w:rsid w:val="00550F4B"/>
    <w:rsid w:val="00551C66"/>
    <w:rsid w:val="00571438"/>
    <w:rsid w:val="00587B1F"/>
    <w:rsid w:val="005932FB"/>
    <w:rsid w:val="005A52F3"/>
    <w:rsid w:val="005B19AE"/>
    <w:rsid w:val="005B731F"/>
    <w:rsid w:val="005C1C07"/>
    <w:rsid w:val="005D1AFB"/>
    <w:rsid w:val="005D1C47"/>
    <w:rsid w:val="005E53DD"/>
    <w:rsid w:val="005E549B"/>
    <w:rsid w:val="005E7742"/>
    <w:rsid w:val="00605132"/>
    <w:rsid w:val="006062BE"/>
    <w:rsid w:val="006142FA"/>
    <w:rsid w:val="00623299"/>
    <w:rsid w:val="00627443"/>
    <w:rsid w:val="00652C9E"/>
    <w:rsid w:val="00654B05"/>
    <w:rsid w:val="00654DA4"/>
    <w:rsid w:val="0066242E"/>
    <w:rsid w:val="00670271"/>
    <w:rsid w:val="006976B1"/>
    <w:rsid w:val="006C22FF"/>
    <w:rsid w:val="006E3749"/>
    <w:rsid w:val="006E6DA9"/>
    <w:rsid w:val="006F338D"/>
    <w:rsid w:val="006F5899"/>
    <w:rsid w:val="00716A85"/>
    <w:rsid w:val="007278D1"/>
    <w:rsid w:val="0073438E"/>
    <w:rsid w:val="00737FDC"/>
    <w:rsid w:val="00755E15"/>
    <w:rsid w:val="007560B5"/>
    <w:rsid w:val="0077185D"/>
    <w:rsid w:val="00783F6C"/>
    <w:rsid w:val="00791BF3"/>
    <w:rsid w:val="007A12EA"/>
    <w:rsid w:val="007A206F"/>
    <w:rsid w:val="007B1357"/>
    <w:rsid w:val="007B782B"/>
    <w:rsid w:val="007D5097"/>
    <w:rsid w:val="007D661F"/>
    <w:rsid w:val="007F3DD9"/>
    <w:rsid w:val="008068A3"/>
    <w:rsid w:val="0080728D"/>
    <w:rsid w:val="00843BBF"/>
    <w:rsid w:val="008516D0"/>
    <w:rsid w:val="008535A4"/>
    <w:rsid w:val="00864A96"/>
    <w:rsid w:val="00892AA9"/>
    <w:rsid w:val="008B3617"/>
    <w:rsid w:val="008D4D64"/>
    <w:rsid w:val="008E341A"/>
    <w:rsid w:val="008F0981"/>
    <w:rsid w:val="008F5415"/>
    <w:rsid w:val="00903812"/>
    <w:rsid w:val="00910CFC"/>
    <w:rsid w:val="00917E7E"/>
    <w:rsid w:val="00933F1E"/>
    <w:rsid w:val="00950E8D"/>
    <w:rsid w:val="009514EB"/>
    <w:rsid w:val="00954BC1"/>
    <w:rsid w:val="009617A3"/>
    <w:rsid w:val="00982903"/>
    <w:rsid w:val="009948D3"/>
    <w:rsid w:val="00995CF6"/>
    <w:rsid w:val="009A00A4"/>
    <w:rsid w:val="009A59AF"/>
    <w:rsid w:val="009B6D72"/>
    <w:rsid w:val="009C6AE3"/>
    <w:rsid w:val="009D6776"/>
    <w:rsid w:val="00A12F88"/>
    <w:rsid w:val="00A2022A"/>
    <w:rsid w:val="00A26029"/>
    <w:rsid w:val="00A44DCD"/>
    <w:rsid w:val="00A50099"/>
    <w:rsid w:val="00A75EF0"/>
    <w:rsid w:val="00A91BBE"/>
    <w:rsid w:val="00A930FC"/>
    <w:rsid w:val="00AA4AED"/>
    <w:rsid w:val="00AC3738"/>
    <w:rsid w:val="00AF10D1"/>
    <w:rsid w:val="00AF669B"/>
    <w:rsid w:val="00B046CF"/>
    <w:rsid w:val="00B0786F"/>
    <w:rsid w:val="00B07890"/>
    <w:rsid w:val="00B43A61"/>
    <w:rsid w:val="00B46D7A"/>
    <w:rsid w:val="00B60D49"/>
    <w:rsid w:val="00B61591"/>
    <w:rsid w:val="00B66DFF"/>
    <w:rsid w:val="00B71CEE"/>
    <w:rsid w:val="00B7258B"/>
    <w:rsid w:val="00B7613F"/>
    <w:rsid w:val="00B764CC"/>
    <w:rsid w:val="00B86285"/>
    <w:rsid w:val="00B86AE8"/>
    <w:rsid w:val="00B934C4"/>
    <w:rsid w:val="00B9533D"/>
    <w:rsid w:val="00BB7CE6"/>
    <w:rsid w:val="00BC2AFB"/>
    <w:rsid w:val="00BE40CF"/>
    <w:rsid w:val="00BE456E"/>
    <w:rsid w:val="00BE5533"/>
    <w:rsid w:val="00BF1C12"/>
    <w:rsid w:val="00C00F0E"/>
    <w:rsid w:val="00C07A19"/>
    <w:rsid w:val="00C32B95"/>
    <w:rsid w:val="00C501D1"/>
    <w:rsid w:val="00C80DF3"/>
    <w:rsid w:val="00C817CF"/>
    <w:rsid w:val="00C8535F"/>
    <w:rsid w:val="00C97AA3"/>
    <w:rsid w:val="00CA05B6"/>
    <w:rsid w:val="00CA3F56"/>
    <w:rsid w:val="00CC3EAE"/>
    <w:rsid w:val="00CD39E8"/>
    <w:rsid w:val="00CD73E5"/>
    <w:rsid w:val="00D12331"/>
    <w:rsid w:val="00D163FD"/>
    <w:rsid w:val="00D16CC6"/>
    <w:rsid w:val="00D41F08"/>
    <w:rsid w:val="00D46959"/>
    <w:rsid w:val="00D5453C"/>
    <w:rsid w:val="00D6625C"/>
    <w:rsid w:val="00D6701B"/>
    <w:rsid w:val="00D81064"/>
    <w:rsid w:val="00D847DB"/>
    <w:rsid w:val="00D85317"/>
    <w:rsid w:val="00D85F29"/>
    <w:rsid w:val="00D913DF"/>
    <w:rsid w:val="00DB083F"/>
    <w:rsid w:val="00DB12AB"/>
    <w:rsid w:val="00DB2B9D"/>
    <w:rsid w:val="00DC6DBD"/>
    <w:rsid w:val="00DD2242"/>
    <w:rsid w:val="00DD62AC"/>
    <w:rsid w:val="00DE6D4C"/>
    <w:rsid w:val="00DF096D"/>
    <w:rsid w:val="00E03B2B"/>
    <w:rsid w:val="00E16849"/>
    <w:rsid w:val="00E43968"/>
    <w:rsid w:val="00E53104"/>
    <w:rsid w:val="00E62527"/>
    <w:rsid w:val="00E67D6B"/>
    <w:rsid w:val="00E749D1"/>
    <w:rsid w:val="00EA256A"/>
    <w:rsid w:val="00EA79EF"/>
    <w:rsid w:val="00EB3849"/>
    <w:rsid w:val="00EC73F8"/>
    <w:rsid w:val="00ED6576"/>
    <w:rsid w:val="00EF24E0"/>
    <w:rsid w:val="00F02DCA"/>
    <w:rsid w:val="00F03085"/>
    <w:rsid w:val="00F22772"/>
    <w:rsid w:val="00F264ED"/>
    <w:rsid w:val="00F27E9C"/>
    <w:rsid w:val="00F301EE"/>
    <w:rsid w:val="00F3139B"/>
    <w:rsid w:val="00F54F33"/>
    <w:rsid w:val="00F964A6"/>
    <w:rsid w:val="00FA25BE"/>
    <w:rsid w:val="00FB6E2C"/>
    <w:rsid w:val="00FD10C7"/>
    <w:rsid w:val="00FE120B"/>
    <w:rsid w:val="00FE1945"/>
    <w:rsid w:val="00FF0D42"/>
    <w:rsid w:val="00FF289D"/>
    <w:rsid w:val="00FF6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2B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242B6"/>
    <w:pPr>
      <w:keepNext/>
      <w:jc w:val="center"/>
      <w:outlineLvl w:val="0"/>
    </w:pPr>
    <w:rPr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242B6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9"/>
    <w:qFormat/>
    <w:rsid w:val="00D163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242B6"/>
    <w:pPr>
      <w:keepNext/>
      <w:outlineLvl w:val="6"/>
    </w:pPr>
    <w:rPr>
      <w:rFonts w:ascii="Arial" w:hAnsi="Arial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242B6"/>
    <w:pPr>
      <w:keepNext/>
      <w:jc w:val="center"/>
      <w:outlineLvl w:val="7"/>
    </w:pPr>
    <w:rPr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192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192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163FD"/>
    <w:rPr>
      <w:rFonts w:ascii="Cambria" w:hAnsi="Cambria" w:cs="Times New Roman"/>
      <w:b/>
      <w:b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1923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1923"/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0242B6"/>
    <w:pPr>
      <w:jc w:val="center"/>
    </w:pPr>
    <w:rPr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23192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0242B6"/>
    <w:pPr>
      <w:jc w:val="center"/>
    </w:pPr>
    <w:rPr>
      <w:b/>
      <w:sz w:val="32"/>
      <w:szCs w:val="20"/>
    </w:rPr>
  </w:style>
  <w:style w:type="character" w:customStyle="1" w:styleId="SubtitleChar">
    <w:name w:val="Subtitle Char"/>
    <w:basedOn w:val="DefaultParagraphFont"/>
    <w:link w:val="Subtitle"/>
    <w:uiPriority w:val="11"/>
    <w:rsid w:val="00231923"/>
    <w:rPr>
      <w:rFonts w:asciiTheme="majorHAnsi" w:eastAsiaTheme="majorEastAsia" w:hAnsiTheme="majorHAnsi" w:cstheme="majorBidi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0242B6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31923"/>
    <w:rPr>
      <w:sz w:val="24"/>
      <w:szCs w:val="24"/>
    </w:rPr>
  </w:style>
  <w:style w:type="table" w:styleId="TableGrid">
    <w:name w:val="Table Grid"/>
    <w:basedOn w:val="TableNormal"/>
    <w:uiPriority w:val="99"/>
    <w:rsid w:val="00D41F0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137D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137D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4137D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137D9"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7D509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7D5097"/>
    <w:rPr>
      <w:rFonts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rsid w:val="00791B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91BF3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rsid w:val="00D163F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D163FD"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A12F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51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178</Words>
  <Characters>1017</Characters>
  <Application>Microsoft Office Outlook</Application>
  <DocSecurity>0</DocSecurity>
  <Lines>0</Lines>
  <Paragraphs>0</Paragraphs>
  <ScaleCrop>false</ScaleCrop>
  <Company>transport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marina</dc:creator>
  <cp:keywords/>
  <dc:description/>
  <cp:lastModifiedBy>пользователь</cp:lastModifiedBy>
  <cp:revision>6</cp:revision>
  <cp:lastPrinted>2010-12-20T07:53:00Z</cp:lastPrinted>
  <dcterms:created xsi:type="dcterms:W3CDTF">2010-12-03T06:20:00Z</dcterms:created>
  <dcterms:modified xsi:type="dcterms:W3CDTF">2010-12-22T04:29:00Z</dcterms:modified>
</cp:coreProperties>
</file>